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C0FA6D9-4408-423E-A803-1C7E81870CD8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